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39C" w:rsidRPr="00B24522" w:rsidRDefault="0023139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№2</w:t>
      </w:r>
    </w:p>
    <w:p w:rsidR="0023139C" w:rsidRPr="00B24522" w:rsidRDefault="0023139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к р</w:t>
      </w:r>
      <w:r>
        <w:rPr>
          <w:sz w:val="22"/>
          <w:szCs w:val="22"/>
        </w:rPr>
        <w:t>ешению Собрания представителей</w:t>
      </w:r>
    </w:p>
    <w:p w:rsidR="0023139C" w:rsidRDefault="0023139C" w:rsidP="0028662A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г. Владикавказ от  "___" _______2014 года №____ </w:t>
      </w:r>
    </w:p>
    <w:p w:rsidR="0023139C" w:rsidRPr="00B24522" w:rsidRDefault="0023139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"О бюдж</w:t>
      </w:r>
      <w:r>
        <w:rPr>
          <w:sz w:val="22"/>
          <w:szCs w:val="22"/>
        </w:rPr>
        <w:t>ете муниципального образования</w:t>
      </w:r>
    </w:p>
    <w:p w:rsidR="0023139C" w:rsidRPr="00B24522" w:rsidRDefault="0023139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г.Владикав</w:t>
      </w:r>
      <w:r>
        <w:rPr>
          <w:sz w:val="22"/>
          <w:szCs w:val="22"/>
        </w:rPr>
        <w:t xml:space="preserve">каз на 2015 год и на плановый </w:t>
      </w:r>
    </w:p>
    <w:p w:rsidR="0023139C" w:rsidRDefault="0023139C" w:rsidP="00105158">
      <w:pPr>
        <w:autoSpaceDE w:val="0"/>
        <w:autoSpaceDN w:val="0"/>
        <w:adjustRightInd w:val="0"/>
        <w:ind w:left="9360"/>
        <w:jc w:val="right"/>
        <w:rPr>
          <w:sz w:val="22"/>
          <w:szCs w:val="22"/>
        </w:rPr>
      </w:pPr>
      <w:r w:rsidRPr="00B24522">
        <w:rPr>
          <w:sz w:val="22"/>
          <w:szCs w:val="22"/>
        </w:rPr>
        <w:t>период 201</w:t>
      </w:r>
      <w:r>
        <w:rPr>
          <w:sz w:val="22"/>
          <w:szCs w:val="22"/>
        </w:rPr>
        <w:t>6</w:t>
      </w:r>
      <w:r w:rsidRPr="00B24522">
        <w:rPr>
          <w:sz w:val="22"/>
          <w:szCs w:val="22"/>
        </w:rPr>
        <w:t xml:space="preserve"> и 201</w:t>
      </w:r>
      <w:r>
        <w:rPr>
          <w:sz w:val="22"/>
          <w:szCs w:val="22"/>
        </w:rPr>
        <w:t>7</w:t>
      </w:r>
      <w:r w:rsidRPr="00B24522">
        <w:rPr>
          <w:sz w:val="22"/>
          <w:szCs w:val="22"/>
        </w:rPr>
        <w:t xml:space="preserve"> гг.</w:t>
      </w:r>
      <w:r>
        <w:rPr>
          <w:sz w:val="22"/>
          <w:szCs w:val="22"/>
        </w:rPr>
        <w:t>"</w:t>
      </w:r>
    </w:p>
    <w:p w:rsidR="0023139C" w:rsidRDefault="0023139C" w:rsidP="00105158">
      <w:pPr>
        <w:jc w:val="center"/>
        <w:rPr>
          <w:b/>
          <w:bCs/>
        </w:rPr>
      </w:pPr>
    </w:p>
    <w:p w:rsidR="0023139C" w:rsidRDefault="0023139C" w:rsidP="00105158">
      <w:pPr>
        <w:jc w:val="center"/>
        <w:rPr>
          <w:b/>
          <w:bCs/>
        </w:rPr>
      </w:pPr>
      <w:r>
        <w:rPr>
          <w:b/>
          <w:bCs/>
        </w:rPr>
        <w:t>Перечень и коды</w:t>
      </w:r>
    </w:p>
    <w:p w:rsidR="0023139C" w:rsidRDefault="0023139C" w:rsidP="00105158">
      <w:pPr>
        <w:jc w:val="center"/>
        <w:rPr>
          <w:b/>
          <w:bCs/>
        </w:rPr>
      </w:pPr>
      <w:r>
        <w:rPr>
          <w:b/>
          <w:bCs/>
        </w:rPr>
        <w:t xml:space="preserve">главных администраторов источников внутреннего финансирования дефицита </w:t>
      </w:r>
    </w:p>
    <w:p w:rsidR="0023139C" w:rsidRDefault="0023139C" w:rsidP="00105158">
      <w:pPr>
        <w:jc w:val="center"/>
        <w:rPr>
          <w:b/>
          <w:bCs/>
        </w:rPr>
      </w:pPr>
      <w:r>
        <w:rPr>
          <w:b/>
          <w:bCs/>
        </w:rPr>
        <w:t xml:space="preserve">бюджета муниципального образования г.Владикавказ – главных распорядителей, иных прямых получателей средств </w:t>
      </w:r>
    </w:p>
    <w:p w:rsidR="0023139C" w:rsidRDefault="0023139C" w:rsidP="00105158">
      <w:pPr>
        <w:jc w:val="center"/>
        <w:rPr>
          <w:b/>
          <w:bCs/>
        </w:rPr>
      </w:pPr>
    </w:p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40"/>
        <w:gridCol w:w="2700"/>
        <w:gridCol w:w="10980"/>
      </w:tblGrid>
      <w:tr w:rsidR="0023139C" w:rsidRPr="003E53EA">
        <w:tc>
          <w:tcPr>
            <w:tcW w:w="4140" w:type="dxa"/>
            <w:gridSpan w:val="2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10980" w:type="dxa"/>
            <w:vMerge w:val="restart"/>
            <w:vAlign w:val="center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Наименование главного администратора источников внутреннего финансирования дефицита бюджета муниципального образования г.Владикавказ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53EA">
              <w:rPr>
                <w:b/>
                <w:bCs/>
                <w:sz w:val="18"/>
                <w:szCs w:val="18"/>
              </w:rPr>
              <w:t>Главного администратора</w:t>
            </w: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18"/>
                <w:szCs w:val="18"/>
              </w:rPr>
            </w:pPr>
            <w:r w:rsidRPr="003E53EA">
              <w:rPr>
                <w:b/>
                <w:bCs/>
                <w:sz w:val="18"/>
                <w:szCs w:val="18"/>
              </w:rPr>
              <w:t>Источников внутреннего финансирования дефицита бюджета муниципального образования г.Владикавказ</w:t>
            </w:r>
          </w:p>
        </w:tc>
        <w:tc>
          <w:tcPr>
            <w:tcW w:w="10980" w:type="dxa"/>
            <w:vMerge/>
            <w:vAlign w:val="center"/>
          </w:tcPr>
          <w:p w:rsidR="0023139C" w:rsidRPr="003E53EA" w:rsidRDefault="0023139C" w:rsidP="00960D1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610</w:t>
            </w: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8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Финансовое управление администрации местного самоуправления г.Владикавказ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01 02 00 00 04 0000 710</w:t>
            </w:r>
          </w:p>
        </w:tc>
        <w:tc>
          <w:tcPr>
            <w:tcW w:w="10980" w:type="dxa"/>
          </w:tcPr>
          <w:p w:rsidR="0023139C" w:rsidRPr="003E53EA" w:rsidRDefault="0023139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 xml:space="preserve">Получение </w:t>
            </w:r>
            <w:r>
              <w:rPr>
                <w:sz w:val="20"/>
                <w:szCs w:val="20"/>
              </w:rPr>
              <w:t>кредитов от кредитных организаций</w:t>
            </w:r>
            <w:r w:rsidRPr="003E53EA">
              <w:rPr>
                <w:sz w:val="20"/>
                <w:szCs w:val="20"/>
              </w:rPr>
              <w:t xml:space="preserve"> бюджетами городских округов в валюте Российской Федерации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01 02 00 00 04 0000 810</w:t>
            </w:r>
          </w:p>
        </w:tc>
        <w:tc>
          <w:tcPr>
            <w:tcW w:w="10980" w:type="dxa"/>
          </w:tcPr>
          <w:p w:rsidR="0023139C" w:rsidRPr="003E53EA" w:rsidRDefault="0023139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</w:t>
            </w:r>
            <w:r w:rsidRPr="003E53EA">
              <w:rPr>
                <w:sz w:val="20"/>
                <w:szCs w:val="20"/>
              </w:rPr>
              <w:t xml:space="preserve"> 00 04 0000 710</w:t>
            </w:r>
          </w:p>
        </w:tc>
        <w:tc>
          <w:tcPr>
            <w:tcW w:w="10980" w:type="dxa"/>
          </w:tcPr>
          <w:p w:rsidR="0023139C" w:rsidRPr="003E53EA" w:rsidRDefault="0023139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01 03 01</w:t>
            </w:r>
            <w:r w:rsidRPr="003E53EA">
              <w:rPr>
                <w:sz w:val="20"/>
                <w:szCs w:val="20"/>
              </w:rPr>
              <w:t xml:space="preserve"> 00 04 0000 810</w:t>
            </w:r>
          </w:p>
        </w:tc>
        <w:tc>
          <w:tcPr>
            <w:tcW w:w="10980" w:type="dxa"/>
          </w:tcPr>
          <w:p w:rsidR="0023139C" w:rsidRPr="003E53EA" w:rsidRDefault="0023139C" w:rsidP="00960D11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0" w:type="dxa"/>
          </w:tcPr>
          <w:p w:rsidR="0023139C" w:rsidRPr="003E53EA" w:rsidRDefault="0023139C" w:rsidP="00960D11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Иные источники финансирования дефицита бюджета городского округа администрирование которых может осуществляться главными администраторами источников финансирования дефицита бюджета городского округа в пределах их компетенции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2F0486" w:rsidRDefault="0023139C" w:rsidP="00960D11">
            <w:pPr>
              <w:jc w:val="center"/>
              <w:rPr>
                <w:sz w:val="20"/>
                <w:szCs w:val="20"/>
              </w:rPr>
            </w:pPr>
            <w:r w:rsidRPr="002F0486">
              <w:rPr>
                <w:sz w:val="20"/>
                <w:szCs w:val="20"/>
              </w:rPr>
              <w:t>01 05 02 01 04 0000 510</w:t>
            </w:r>
          </w:p>
        </w:tc>
        <w:tc>
          <w:tcPr>
            <w:tcW w:w="10980" w:type="dxa"/>
          </w:tcPr>
          <w:p w:rsidR="0023139C" w:rsidRPr="002F0486" w:rsidRDefault="0023139C" w:rsidP="00960D11">
            <w:pPr>
              <w:jc w:val="both"/>
              <w:rPr>
                <w:sz w:val="20"/>
                <w:szCs w:val="20"/>
              </w:rPr>
            </w:pPr>
            <w:r w:rsidRPr="002F0486">
              <w:rPr>
                <w:sz w:val="20"/>
                <w:szCs w:val="20"/>
              </w:rPr>
              <w:t>Увеличение прочих остатков денежных средств бюджета городского округа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960D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2F0486" w:rsidRDefault="0023139C" w:rsidP="00960D11">
            <w:pPr>
              <w:jc w:val="center"/>
              <w:rPr>
                <w:sz w:val="20"/>
                <w:szCs w:val="20"/>
              </w:rPr>
            </w:pPr>
            <w:r w:rsidRPr="002F0486">
              <w:rPr>
                <w:sz w:val="20"/>
                <w:szCs w:val="20"/>
              </w:rPr>
              <w:t>01 05 02 01 04 0000 610</w:t>
            </w:r>
          </w:p>
        </w:tc>
        <w:tc>
          <w:tcPr>
            <w:tcW w:w="10980" w:type="dxa"/>
          </w:tcPr>
          <w:p w:rsidR="0023139C" w:rsidRPr="002F0486" w:rsidRDefault="0023139C" w:rsidP="00960D11">
            <w:pPr>
              <w:jc w:val="both"/>
              <w:rPr>
                <w:sz w:val="20"/>
                <w:szCs w:val="20"/>
              </w:rPr>
            </w:pPr>
            <w:r w:rsidRPr="002F0486">
              <w:rPr>
                <w:sz w:val="20"/>
                <w:szCs w:val="20"/>
              </w:rPr>
              <w:t>Уменьшение прочих остатков денежных средств бюджета городского округа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2F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2F0486" w:rsidRDefault="0023139C" w:rsidP="002F0486">
            <w:pPr>
              <w:rPr>
                <w:sz w:val="20"/>
                <w:szCs w:val="20"/>
              </w:rPr>
            </w:pPr>
            <w:r w:rsidRPr="002F04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</w:t>
            </w:r>
            <w:bookmarkStart w:id="0" w:name="_GoBack"/>
            <w:bookmarkEnd w:id="0"/>
            <w:r w:rsidRPr="002F0486">
              <w:rPr>
                <w:sz w:val="20"/>
                <w:szCs w:val="20"/>
              </w:rPr>
              <w:t>01 06 0501 04 0000 540</w:t>
            </w:r>
          </w:p>
        </w:tc>
        <w:tc>
          <w:tcPr>
            <w:tcW w:w="10980" w:type="dxa"/>
          </w:tcPr>
          <w:p w:rsidR="0023139C" w:rsidRPr="002F0486" w:rsidRDefault="0023139C" w:rsidP="002F0486">
            <w:pPr>
              <w:jc w:val="both"/>
              <w:rPr>
                <w:sz w:val="20"/>
                <w:szCs w:val="20"/>
              </w:rPr>
            </w:pPr>
            <w:r w:rsidRPr="002F0486">
              <w:rPr>
                <w:sz w:val="20"/>
                <w:szCs w:val="20"/>
              </w:rPr>
              <w:t>Предоставление бюджетных кредитов юридическим лицам из бюджета городского округа в валюте Российской Федерации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2F04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2F0486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01 06 05 01 04 0000 640</w:t>
            </w:r>
          </w:p>
        </w:tc>
        <w:tc>
          <w:tcPr>
            <w:tcW w:w="10980" w:type="dxa"/>
          </w:tcPr>
          <w:p w:rsidR="0023139C" w:rsidRPr="003E53EA" w:rsidRDefault="0023139C" w:rsidP="002F0486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Возврат бюджетных кредитов, предоставленных юридическим лицам из бюджета городского округа в валюте Российской Федерации</w:t>
            </w: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2F0486">
            <w:pPr>
              <w:jc w:val="center"/>
              <w:rPr>
                <w:b/>
                <w:bCs/>
                <w:sz w:val="20"/>
                <w:szCs w:val="20"/>
              </w:rPr>
            </w:pPr>
            <w:r w:rsidRPr="003E53EA">
              <w:rPr>
                <w:b/>
                <w:bCs/>
                <w:sz w:val="20"/>
                <w:szCs w:val="20"/>
              </w:rPr>
              <w:t>611</w:t>
            </w:r>
          </w:p>
        </w:tc>
        <w:tc>
          <w:tcPr>
            <w:tcW w:w="2700" w:type="dxa"/>
          </w:tcPr>
          <w:p w:rsidR="0023139C" w:rsidRPr="003E53EA" w:rsidRDefault="0023139C" w:rsidP="002F0486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980" w:type="dxa"/>
          </w:tcPr>
          <w:p w:rsidR="0023139C" w:rsidRPr="006A1BA4" w:rsidRDefault="0023139C" w:rsidP="002F0486">
            <w:pPr>
              <w:jc w:val="center"/>
              <w:rPr>
                <w:b/>
                <w:bCs/>
                <w:sz w:val="20"/>
                <w:szCs w:val="20"/>
              </w:rPr>
            </w:pPr>
            <w:r w:rsidRPr="006A1BA4">
              <w:rPr>
                <w:b/>
                <w:bCs/>
                <w:sz w:val="20"/>
                <w:szCs w:val="20"/>
              </w:rPr>
              <w:t>Управление муниципальным имуществом, земельными ресурсами, архитектуры и градостроительства АМС</w:t>
            </w: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 w:rsidRPr="006A1BA4">
              <w:rPr>
                <w:b/>
                <w:bCs/>
                <w:sz w:val="20"/>
                <w:szCs w:val="20"/>
              </w:rPr>
              <w:t xml:space="preserve"> г. Владикавказа</w:t>
            </w:r>
          </w:p>
          <w:p w:rsidR="0023139C" w:rsidRPr="003E53EA" w:rsidRDefault="0023139C" w:rsidP="002F04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3139C" w:rsidRPr="003E53EA">
        <w:tc>
          <w:tcPr>
            <w:tcW w:w="1440" w:type="dxa"/>
          </w:tcPr>
          <w:p w:rsidR="0023139C" w:rsidRPr="003E53EA" w:rsidRDefault="0023139C" w:rsidP="002F048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23139C" w:rsidRPr="003E53EA" w:rsidRDefault="0023139C" w:rsidP="002F0486">
            <w:pPr>
              <w:jc w:val="center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01 06 01 00 04 0000 630</w:t>
            </w:r>
          </w:p>
        </w:tc>
        <w:tc>
          <w:tcPr>
            <w:tcW w:w="10980" w:type="dxa"/>
          </w:tcPr>
          <w:p w:rsidR="0023139C" w:rsidRPr="003E53EA" w:rsidRDefault="0023139C" w:rsidP="002F0486">
            <w:pPr>
              <w:jc w:val="both"/>
              <w:rPr>
                <w:sz w:val="20"/>
                <w:szCs w:val="20"/>
              </w:rPr>
            </w:pPr>
            <w:r w:rsidRPr="003E53EA">
              <w:rPr>
                <w:sz w:val="20"/>
                <w:szCs w:val="20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</w:tr>
    </w:tbl>
    <w:p w:rsidR="0023139C" w:rsidRDefault="0023139C" w:rsidP="00105158"/>
    <w:p w:rsidR="0023139C" w:rsidRDefault="0023139C" w:rsidP="00105158"/>
    <w:p w:rsidR="0023139C" w:rsidRDefault="0023139C" w:rsidP="009A2FCC">
      <w:pPr>
        <w:rPr>
          <w:sz w:val="22"/>
          <w:szCs w:val="22"/>
        </w:rPr>
      </w:pPr>
    </w:p>
    <w:p w:rsidR="0023139C" w:rsidRDefault="0023139C" w:rsidP="009A2FCC">
      <w:r>
        <w:rPr>
          <w:sz w:val="22"/>
          <w:szCs w:val="22"/>
        </w:rPr>
        <w:t>Начальник Финансового управления ______________________________ К.Цоков</w:t>
      </w:r>
    </w:p>
    <w:p w:rsidR="0023139C" w:rsidRDefault="0023139C" w:rsidP="00105158"/>
    <w:sectPr w:rsidR="0023139C" w:rsidSect="00F20A34">
      <w:footerReference w:type="default" r:id="rId6"/>
      <w:pgSz w:w="16838" w:h="11906" w:orient="landscape"/>
      <w:pgMar w:top="539" w:right="818" w:bottom="18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39C" w:rsidRDefault="0023139C" w:rsidP="00105158">
      <w:r>
        <w:separator/>
      </w:r>
    </w:p>
  </w:endnote>
  <w:endnote w:type="continuationSeparator" w:id="0">
    <w:p w:rsidR="0023139C" w:rsidRDefault="0023139C" w:rsidP="00105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39C" w:rsidRDefault="0023139C">
    <w:pPr>
      <w:pStyle w:val="Footer"/>
      <w:jc w:val="center"/>
    </w:pPr>
    <w:fldSimple w:instr="PAGE   \* MERGEFORMAT">
      <w:r>
        <w:rPr>
          <w:noProof/>
        </w:rPr>
        <w:t>1</w:t>
      </w:r>
    </w:fldSimple>
  </w:p>
  <w:p w:rsidR="0023139C" w:rsidRDefault="002313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39C" w:rsidRDefault="0023139C" w:rsidP="00105158">
      <w:r>
        <w:separator/>
      </w:r>
    </w:p>
  </w:footnote>
  <w:footnote w:type="continuationSeparator" w:id="0">
    <w:p w:rsidR="0023139C" w:rsidRDefault="0023139C" w:rsidP="001051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7383"/>
    <w:rsid w:val="00011898"/>
    <w:rsid w:val="000744B5"/>
    <w:rsid w:val="000A64F7"/>
    <w:rsid w:val="00102CA4"/>
    <w:rsid w:val="00105158"/>
    <w:rsid w:val="0023139C"/>
    <w:rsid w:val="0027152A"/>
    <w:rsid w:val="0028662A"/>
    <w:rsid w:val="002E6E62"/>
    <w:rsid w:val="002F0486"/>
    <w:rsid w:val="003E53EA"/>
    <w:rsid w:val="003F7848"/>
    <w:rsid w:val="00443760"/>
    <w:rsid w:val="004701A8"/>
    <w:rsid w:val="004A365F"/>
    <w:rsid w:val="00603290"/>
    <w:rsid w:val="006A1BA4"/>
    <w:rsid w:val="006A5F4B"/>
    <w:rsid w:val="006D3D39"/>
    <w:rsid w:val="00716A99"/>
    <w:rsid w:val="00777AE5"/>
    <w:rsid w:val="00820353"/>
    <w:rsid w:val="00850144"/>
    <w:rsid w:val="00960D11"/>
    <w:rsid w:val="009A2FCC"/>
    <w:rsid w:val="009A4D5C"/>
    <w:rsid w:val="009F3DFD"/>
    <w:rsid w:val="00B12028"/>
    <w:rsid w:val="00B24522"/>
    <w:rsid w:val="00B37383"/>
    <w:rsid w:val="00B82AAE"/>
    <w:rsid w:val="00B9322C"/>
    <w:rsid w:val="00D172A1"/>
    <w:rsid w:val="00DA2B28"/>
    <w:rsid w:val="00DB4C04"/>
    <w:rsid w:val="00DC1AA4"/>
    <w:rsid w:val="00DD5170"/>
    <w:rsid w:val="00EA62F4"/>
    <w:rsid w:val="00EC3B89"/>
    <w:rsid w:val="00F20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15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515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10515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05158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8662A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0353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1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174</TotalTime>
  <Pages>1</Pages>
  <Words>359</Words>
  <Characters>2049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456</dc:creator>
  <cp:keywords/>
  <dc:description/>
  <cp:lastModifiedBy>User</cp:lastModifiedBy>
  <cp:revision>14</cp:revision>
  <cp:lastPrinted>2014-11-14T09:00:00Z</cp:lastPrinted>
  <dcterms:created xsi:type="dcterms:W3CDTF">2012-11-13T15:04:00Z</dcterms:created>
  <dcterms:modified xsi:type="dcterms:W3CDTF">2014-11-14T09:01:00Z</dcterms:modified>
</cp:coreProperties>
</file>